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09F34" w14:textId="4F7BDBFB" w:rsidR="009C36E7" w:rsidRDefault="009C36E7" w:rsidP="009C36E7">
      <w:pPr>
        <w:jc w:val="center"/>
        <w:rPr>
          <w:b/>
          <w:sz w:val="40"/>
        </w:rPr>
      </w:pPr>
    </w:p>
    <w:p w14:paraId="11F85F6A" w14:textId="77777777" w:rsidR="00BD2254" w:rsidRDefault="009C36E7" w:rsidP="009C36E7">
      <w:pPr>
        <w:jc w:val="center"/>
        <w:rPr>
          <w:b/>
          <w:sz w:val="40"/>
        </w:rPr>
      </w:pPr>
      <w:r>
        <w:rPr>
          <w:b/>
          <w:sz w:val="40"/>
        </w:rPr>
        <w:t>OŚWIADCZENIA OFERENTA</w:t>
      </w:r>
    </w:p>
    <w:p w14:paraId="007130F7" w14:textId="77777777" w:rsidR="009C36E7" w:rsidRDefault="009C36E7" w:rsidP="009C36E7">
      <w:pPr>
        <w:jc w:val="center"/>
      </w:pPr>
      <w:r>
        <w:t>O SPEŁNIANIU WARUNKÓW UCZESTNICTWA W POSTĘPOWANIU PRZETARGOWYM</w:t>
      </w:r>
    </w:p>
    <w:p w14:paraId="117023D6" w14:textId="77777777" w:rsidR="009C36E7" w:rsidRDefault="009C36E7" w:rsidP="009C36E7"/>
    <w:p w14:paraId="161B93C0" w14:textId="72E87F3A" w:rsidR="009C36E7" w:rsidRPr="00AE5531" w:rsidRDefault="009C36E7" w:rsidP="00E6104E">
      <w:pPr>
        <w:spacing w:line="360" w:lineRule="auto"/>
        <w:rPr>
          <w:sz w:val="20"/>
          <w:szCs w:val="20"/>
        </w:rPr>
      </w:pPr>
      <w:r w:rsidRPr="00AE5531">
        <w:rPr>
          <w:sz w:val="20"/>
          <w:szCs w:val="20"/>
        </w:rPr>
        <w:t xml:space="preserve">Składając ofertę w postępowaniu </w:t>
      </w:r>
      <w:r w:rsidR="00FB6B60" w:rsidRPr="00AE5531">
        <w:rPr>
          <w:sz w:val="20"/>
          <w:szCs w:val="20"/>
        </w:rPr>
        <w:t xml:space="preserve">nr </w:t>
      </w:r>
      <w:sdt>
        <w:sdtPr>
          <w:rPr>
            <w:sz w:val="20"/>
            <w:szCs w:val="20"/>
          </w:rPr>
          <w:alias w:val="Tytuł"/>
          <w:tag w:val=""/>
          <w:id w:val="-1062093219"/>
          <w:placeholder>
            <w:docPart w:val="8795E477A3CE45CA9CEF39BB7C40E27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F62D91">
            <w:rPr>
              <w:sz w:val="20"/>
              <w:szCs w:val="20"/>
            </w:rPr>
            <w:t>21-DPZBP-2021</w:t>
          </w:r>
        </w:sdtContent>
      </w:sdt>
      <w:r w:rsidR="00FB6B60" w:rsidRPr="00AE5531">
        <w:rPr>
          <w:sz w:val="20"/>
          <w:szCs w:val="20"/>
        </w:rPr>
        <w:t xml:space="preserve"> </w:t>
      </w:r>
      <w:r w:rsidRPr="00AE5531">
        <w:rPr>
          <w:sz w:val="20"/>
          <w:szCs w:val="20"/>
        </w:rPr>
        <w:t>pt.: „</w:t>
      </w:r>
      <w:r w:rsidR="00AE1963">
        <w:rPr>
          <w:sz w:val="20"/>
          <w:szCs w:val="20"/>
        </w:rPr>
        <w:t xml:space="preserve">Sukcesywne dostawy </w:t>
      </w:r>
      <w:r w:rsidR="00F62D91">
        <w:rPr>
          <w:sz w:val="20"/>
          <w:szCs w:val="20"/>
        </w:rPr>
        <w:t>środków czystości</w:t>
      </w:r>
      <w:r w:rsidRPr="00AE5531">
        <w:rPr>
          <w:sz w:val="20"/>
          <w:szCs w:val="20"/>
        </w:rPr>
        <w:t xml:space="preserve">” </w:t>
      </w:r>
      <w:r w:rsidR="00442931" w:rsidRPr="00AE5531">
        <w:rPr>
          <w:sz w:val="20"/>
          <w:szCs w:val="20"/>
        </w:rPr>
        <w:t>ja niżej podpisany</w:t>
      </w:r>
      <w:r w:rsidR="00656F3A">
        <w:rPr>
          <w:sz w:val="20"/>
          <w:szCs w:val="20"/>
        </w:rPr>
        <w:t>, działając w imieniu i na rzecz Oferenta ………………………………………………</w:t>
      </w:r>
      <w:r w:rsidR="00442931" w:rsidRPr="00AE5531">
        <w:rPr>
          <w:sz w:val="20"/>
          <w:szCs w:val="20"/>
        </w:rPr>
        <w:t xml:space="preserve"> </w:t>
      </w:r>
      <w:r w:rsidRPr="00AE5531">
        <w:rPr>
          <w:sz w:val="20"/>
          <w:szCs w:val="20"/>
        </w:rPr>
        <w:t>oświadczam</w:t>
      </w:r>
      <w:r w:rsidR="00442931" w:rsidRPr="00AE5531">
        <w:rPr>
          <w:sz w:val="20"/>
          <w:szCs w:val="20"/>
        </w:rPr>
        <w:t xml:space="preserve">, </w:t>
      </w:r>
      <w:r w:rsidRPr="00AE5531">
        <w:rPr>
          <w:sz w:val="20"/>
          <w:szCs w:val="20"/>
        </w:rPr>
        <w:t>że</w:t>
      </w:r>
      <w:r w:rsidR="00656F3A">
        <w:rPr>
          <w:sz w:val="20"/>
          <w:szCs w:val="20"/>
        </w:rPr>
        <w:t xml:space="preserve"> ww. Oferent</w:t>
      </w:r>
      <w:r w:rsidRPr="00AE5531">
        <w:rPr>
          <w:sz w:val="20"/>
          <w:szCs w:val="20"/>
        </w:rPr>
        <w:t>:</w:t>
      </w:r>
    </w:p>
    <w:p w14:paraId="3AFFE4E9" w14:textId="3360CCAA" w:rsidR="00952430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zapozna</w:t>
      </w:r>
      <w:r w:rsidR="00442931" w:rsidRPr="00AE5531">
        <w:rPr>
          <w:sz w:val="20"/>
          <w:szCs w:val="20"/>
        </w:rPr>
        <w:t>ł</w:t>
      </w:r>
      <w:r w:rsidRPr="00AE5531">
        <w:rPr>
          <w:sz w:val="20"/>
          <w:szCs w:val="20"/>
        </w:rPr>
        <w:t xml:space="preserve"> się z warunkami przetargu zawartymi w SIWZ i przyjmuj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te warunki bez zastrzeżeń,</w:t>
      </w:r>
    </w:p>
    <w:p w14:paraId="05FD8AAA" w14:textId="2754DC68" w:rsidR="00E6104E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akceptuj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wzór umowy zawarty w SIWZ</w:t>
      </w:r>
      <w:r w:rsidR="00656F3A">
        <w:rPr>
          <w:sz w:val="20"/>
          <w:szCs w:val="20"/>
        </w:rPr>
        <w:t xml:space="preserve"> (aktualny na dzień składania ofert)</w:t>
      </w:r>
      <w:r w:rsidRPr="00AE5531">
        <w:rPr>
          <w:sz w:val="20"/>
          <w:szCs w:val="20"/>
        </w:rPr>
        <w:t xml:space="preserve"> oraz deklaruj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</w:t>
      </w:r>
      <w:r w:rsidR="00775031" w:rsidRPr="00AE5531">
        <w:rPr>
          <w:sz w:val="20"/>
          <w:szCs w:val="20"/>
        </w:rPr>
        <w:t xml:space="preserve">jej </w:t>
      </w:r>
      <w:r w:rsidRPr="00AE5531">
        <w:rPr>
          <w:sz w:val="20"/>
          <w:szCs w:val="20"/>
        </w:rPr>
        <w:t>podpisanie i odesłanie w terminie do 7 dni od daty jej otrzymania,</w:t>
      </w:r>
    </w:p>
    <w:p w14:paraId="0CCF21B8" w14:textId="2E3D4D74" w:rsidR="00DF50D0" w:rsidRPr="00DF50D0" w:rsidRDefault="00DF50D0" w:rsidP="00DF50D0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posiada uprawnienia do wykonania prowadzonej działalności gospodarczej i zrealizowania czynności </w:t>
      </w:r>
      <w:r>
        <w:rPr>
          <w:sz w:val="20"/>
          <w:szCs w:val="20"/>
        </w:rPr>
        <w:br/>
        <w:t>i dostaw objętych wzorem umowy,</w:t>
      </w:r>
    </w:p>
    <w:p w14:paraId="28197D8F" w14:textId="0196AF49" w:rsidR="009C36E7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posiada niezbędną wiedzę i doświadczenie, a także dysponuj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potencjałem ekonomicznym i technicznym do wykonania umowy,</w:t>
      </w:r>
    </w:p>
    <w:p w14:paraId="74F2A09A" w14:textId="0364168F" w:rsidR="009C36E7" w:rsidRPr="00AE5531" w:rsidRDefault="00775031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>znajduje</w:t>
      </w:r>
      <w:r w:rsidR="00952430" w:rsidRPr="00AE5531">
        <w:rPr>
          <w:sz w:val="20"/>
          <w:szCs w:val="20"/>
        </w:rPr>
        <w:t xml:space="preserve"> się w sytuacji ekonomicznej i finansowej zapewniającej wykonanie umowy,</w:t>
      </w:r>
    </w:p>
    <w:p w14:paraId="38ACED35" w14:textId="76F38C09" w:rsidR="00AE5531" w:rsidRPr="00AE5531" w:rsidRDefault="00AE5531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EE0777">
        <w:rPr>
          <w:sz w:val="20"/>
          <w:szCs w:val="20"/>
          <w:u w:val="single"/>
        </w:rPr>
        <w:t>nie zalega</w:t>
      </w:r>
      <w:r w:rsidRPr="00AE5531">
        <w:rPr>
          <w:sz w:val="20"/>
          <w:szCs w:val="20"/>
        </w:rPr>
        <w:t xml:space="preserve"> z opłaceniem podatków, opłat oraz składek na ubezpieczenia społeczne lub zdrowotne</w:t>
      </w:r>
      <w:r>
        <w:rPr>
          <w:sz w:val="20"/>
          <w:szCs w:val="20"/>
        </w:rPr>
        <w:t xml:space="preserve">/ </w:t>
      </w:r>
      <w:r w:rsidRPr="00EE0777">
        <w:rPr>
          <w:sz w:val="20"/>
          <w:szCs w:val="20"/>
          <w:u w:val="single"/>
        </w:rPr>
        <w:t>uzyskał zgodę</w:t>
      </w:r>
      <w:r w:rsidRPr="00AE5531">
        <w:rPr>
          <w:sz w:val="20"/>
          <w:szCs w:val="20"/>
        </w:rPr>
        <w:t xml:space="preserve"> na zwolnienie, odroczenie, rozłożenie na raty zaległych płatności lub wstrzymanie w całości wykonania decyzji właściwego organu</w:t>
      </w:r>
      <w:r w:rsidRPr="00AE5531">
        <w:rPr>
          <w:sz w:val="20"/>
          <w:szCs w:val="20"/>
          <w:vertAlign w:val="superscript"/>
        </w:rPr>
        <w:t>**</w:t>
      </w:r>
    </w:p>
    <w:p w14:paraId="1B0822FE" w14:textId="78502057" w:rsidR="009C36E7" w:rsidRPr="00AE5531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AE5531">
        <w:rPr>
          <w:sz w:val="20"/>
          <w:szCs w:val="20"/>
        </w:rPr>
        <w:t xml:space="preserve">nie podlega wykluczeniu z postępowania na podstawie zapisów SIWZ, </w:t>
      </w:r>
    </w:p>
    <w:p w14:paraId="2233253F" w14:textId="3AA0A862" w:rsidR="00E6104E" w:rsidRDefault="00952430" w:rsidP="00AE5531">
      <w:pPr>
        <w:pStyle w:val="Akapitzlist"/>
        <w:numPr>
          <w:ilvl w:val="0"/>
          <w:numId w:val="4"/>
        </w:numPr>
        <w:spacing w:line="360" w:lineRule="auto"/>
        <w:jc w:val="both"/>
      </w:pPr>
      <w:r w:rsidRPr="00AE5531">
        <w:rPr>
          <w:sz w:val="20"/>
          <w:szCs w:val="20"/>
        </w:rPr>
        <w:t>uznaj</w:t>
      </w:r>
      <w:r w:rsidR="00656F3A">
        <w:rPr>
          <w:sz w:val="20"/>
          <w:szCs w:val="20"/>
        </w:rPr>
        <w:t>e</w:t>
      </w:r>
      <w:r w:rsidRPr="00AE5531">
        <w:rPr>
          <w:sz w:val="20"/>
          <w:szCs w:val="20"/>
        </w:rPr>
        <w:t xml:space="preserve"> się </w:t>
      </w:r>
      <w:r w:rsidR="00656F3A">
        <w:rPr>
          <w:sz w:val="20"/>
          <w:szCs w:val="20"/>
        </w:rPr>
        <w:t xml:space="preserve">za </w:t>
      </w:r>
      <w:r w:rsidRPr="00AE5531">
        <w:rPr>
          <w:sz w:val="20"/>
          <w:szCs w:val="20"/>
        </w:rPr>
        <w:t>związan</w:t>
      </w:r>
      <w:r w:rsidR="00656F3A">
        <w:rPr>
          <w:sz w:val="20"/>
          <w:szCs w:val="20"/>
        </w:rPr>
        <w:t>ego</w:t>
      </w:r>
      <w:r w:rsidRPr="00AE5531">
        <w:rPr>
          <w:sz w:val="20"/>
          <w:szCs w:val="20"/>
        </w:rPr>
        <w:t xml:space="preserve"> </w:t>
      </w:r>
      <w:r w:rsidR="00775031" w:rsidRPr="00AE5531">
        <w:rPr>
          <w:sz w:val="20"/>
          <w:szCs w:val="20"/>
        </w:rPr>
        <w:t>złożon</w:t>
      </w:r>
      <w:r w:rsidR="00656F3A">
        <w:rPr>
          <w:sz w:val="20"/>
          <w:szCs w:val="20"/>
        </w:rPr>
        <w:t>ą</w:t>
      </w:r>
      <w:r w:rsidRPr="00AE5531">
        <w:rPr>
          <w:sz w:val="20"/>
          <w:szCs w:val="20"/>
        </w:rPr>
        <w:t xml:space="preserve"> ofertą przetargową przez okres </w:t>
      </w:r>
      <w:r w:rsidR="0007626D">
        <w:rPr>
          <w:sz w:val="20"/>
          <w:szCs w:val="20"/>
        </w:rPr>
        <w:t xml:space="preserve">.... (min. </w:t>
      </w:r>
      <w:r w:rsidR="00970DD0">
        <w:rPr>
          <w:sz w:val="20"/>
          <w:szCs w:val="20"/>
        </w:rPr>
        <w:t>9</w:t>
      </w:r>
      <w:r w:rsidR="0007626D">
        <w:rPr>
          <w:sz w:val="20"/>
          <w:szCs w:val="20"/>
        </w:rPr>
        <w:t>0 dni)</w:t>
      </w:r>
      <w:r w:rsidRPr="00AE5531">
        <w:rPr>
          <w:sz w:val="20"/>
          <w:szCs w:val="20"/>
        </w:rPr>
        <w:t xml:space="preserve"> dni liczonych od dnia składania ofert.</w:t>
      </w:r>
    </w:p>
    <w:p w14:paraId="03F5FF4E" w14:textId="77777777" w:rsidR="00FB6B60" w:rsidRDefault="00FB6B60" w:rsidP="00FB6B60">
      <w:pPr>
        <w:spacing w:line="360" w:lineRule="auto"/>
        <w:jc w:val="both"/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E314A1" w14:paraId="13D7FF72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1F28937E" w14:textId="77777777" w:rsidR="00E314A1" w:rsidRPr="00E314A1" w:rsidRDefault="00E314A1" w:rsidP="00E314A1">
            <w:pPr>
              <w:spacing w:line="276" w:lineRule="auto"/>
              <w:jc w:val="center"/>
              <w:rPr>
                <w:lang w:eastAsia="pl-PL"/>
              </w:rPr>
            </w:pPr>
          </w:p>
        </w:tc>
        <w:tc>
          <w:tcPr>
            <w:tcW w:w="236" w:type="dxa"/>
          </w:tcPr>
          <w:p w14:paraId="72AF05B0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3F7A24A1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4BDBF959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50F9A266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</w:tr>
      <w:tr w:rsidR="00E314A1" w:rsidRPr="001F572A" w14:paraId="511F4FDC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606F6A77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2D543DF5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13D9BAF8" w14:textId="62D9C490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Imię i Nazwisko</w:t>
            </w:r>
          </w:p>
        </w:tc>
        <w:tc>
          <w:tcPr>
            <w:tcW w:w="246" w:type="dxa"/>
            <w:gridSpan w:val="2"/>
          </w:tcPr>
          <w:p w14:paraId="22E68334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004423D5" w14:textId="77777777" w:rsidR="00E314A1" w:rsidRPr="001F572A" w:rsidRDefault="00952430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vertAlign w:val="superscript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Czytelny p</w:t>
            </w:r>
            <w:r w:rsidR="00E314A1"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odpis*</w:t>
            </w:r>
          </w:p>
        </w:tc>
      </w:tr>
    </w:tbl>
    <w:p w14:paraId="39478E94" w14:textId="77777777" w:rsidR="00E314A1" w:rsidRPr="001F572A" w:rsidRDefault="00E314A1" w:rsidP="00E314A1">
      <w:pPr>
        <w:rPr>
          <w:rFonts w:cstheme="minorHAnsi"/>
          <w:lang w:eastAsia="pl-PL"/>
        </w:rPr>
      </w:pPr>
    </w:p>
    <w:p w14:paraId="09359BF6" w14:textId="77777777" w:rsidR="00E314A1" w:rsidRDefault="00E314A1" w:rsidP="00E314A1">
      <w:pPr>
        <w:rPr>
          <w:lang w:eastAsia="pl-PL"/>
        </w:rPr>
      </w:pPr>
    </w:p>
    <w:p w14:paraId="61BC5BC7" w14:textId="77777777" w:rsidR="00E314A1" w:rsidRDefault="00E314A1" w:rsidP="00E314A1">
      <w:pPr>
        <w:rPr>
          <w:lang w:eastAsia="pl-PL"/>
        </w:rPr>
      </w:pPr>
    </w:p>
    <w:p w14:paraId="1219CB78" w14:textId="6EA725AB" w:rsidR="00E314A1" w:rsidRDefault="00F912C6" w:rsidP="00E314A1">
      <w:pPr>
        <w:rPr>
          <w:lang w:eastAsia="pl-PL"/>
        </w:rPr>
      </w:pPr>
      <w:r>
        <w:rPr>
          <w:lang w:eastAsia="pl-PL"/>
        </w:rPr>
        <w:t>___</w:t>
      </w:r>
    </w:p>
    <w:p w14:paraId="067A92C0" w14:textId="5F9A266C" w:rsidR="00AE5531" w:rsidRDefault="00E314A1" w:rsidP="00952430">
      <w:pPr>
        <w:spacing w:line="276" w:lineRule="auto"/>
        <w:rPr>
          <w:sz w:val="16"/>
          <w:szCs w:val="16"/>
          <w:lang w:eastAsia="pl-PL"/>
        </w:rPr>
      </w:pPr>
      <w:r w:rsidRPr="00E314A1">
        <w:rPr>
          <w:sz w:val="16"/>
          <w:szCs w:val="16"/>
          <w:lang w:eastAsia="pl-PL"/>
        </w:rPr>
        <w:t xml:space="preserve">* </w:t>
      </w:r>
      <w:r>
        <w:rPr>
          <w:sz w:val="16"/>
          <w:szCs w:val="16"/>
          <w:lang w:eastAsia="pl-PL"/>
        </w:rPr>
        <w:t xml:space="preserve">Podpis </w:t>
      </w:r>
      <w:r w:rsidRPr="00E314A1">
        <w:rPr>
          <w:sz w:val="16"/>
          <w:szCs w:val="16"/>
          <w:lang w:eastAsia="pl-PL"/>
        </w:rPr>
        <w:t>osoby</w:t>
      </w:r>
      <w:r w:rsidR="00952430">
        <w:rPr>
          <w:sz w:val="16"/>
          <w:szCs w:val="16"/>
          <w:lang w:eastAsia="pl-PL"/>
        </w:rPr>
        <w:t>/osób</w:t>
      </w:r>
      <w:r w:rsidRPr="00E314A1">
        <w:rPr>
          <w:sz w:val="16"/>
          <w:szCs w:val="16"/>
          <w:lang w:eastAsia="pl-PL"/>
        </w:rPr>
        <w:t xml:space="preserve"> upoważnione</w:t>
      </w:r>
      <w:r w:rsidR="00952430">
        <w:rPr>
          <w:sz w:val="16"/>
          <w:szCs w:val="16"/>
          <w:lang w:eastAsia="pl-PL"/>
        </w:rPr>
        <w:t>j/</w:t>
      </w:r>
      <w:proofErr w:type="spellStart"/>
      <w:r w:rsidR="00952430">
        <w:rPr>
          <w:sz w:val="16"/>
          <w:szCs w:val="16"/>
          <w:lang w:eastAsia="pl-PL"/>
        </w:rPr>
        <w:t>ych</w:t>
      </w:r>
      <w:proofErr w:type="spellEnd"/>
      <w:r w:rsidRPr="00E314A1">
        <w:rPr>
          <w:sz w:val="16"/>
          <w:szCs w:val="16"/>
          <w:lang w:eastAsia="pl-PL"/>
        </w:rPr>
        <w:t xml:space="preserve"> zgodnie z </w:t>
      </w:r>
      <w:r w:rsidR="00656F3A">
        <w:rPr>
          <w:sz w:val="16"/>
          <w:szCs w:val="16"/>
          <w:lang w:eastAsia="pl-PL"/>
        </w:rPr>
        <w:t>dokumentacją rejestrową i ew. udzielonym pełnomocnictwem</w:t>
      </w:r>
    </w:p>
    <w:p w14:paraId="521C3407" w14:textId="23F48CEF" w:rsidR="00AE5531" w:rsidRPr="00AE5531" w:rsidRDefault="00AE5531" w:rsidP="00952430">
      <w:pPr>
        <w:spacing w:line="276" w:lineRule="auto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** - niewłaściwe skreślić</w:t>
      </w:r>
    </w:p>
    <w:sectPr w:rsidR="00AE5531" w:rsidRPr="00AE553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440AB" w14:textId="77777777" w:rsidR="00E4687D" w:rsidRDefault="00E4687D" w:rsidP="009C36E7">
      <w:pPr>
        <w:spacing w:after="0" w:line="240" w:lineRule="auto"/>
      </w:pPr>
      <w:r>
        <w:separator/>
      </w:r>
    </w:p>
  </w:endnote>
  <w:endnote w:type="continuationSeparator" w:id="0">
    <w:p w14:paraId="7DB047A9" w14:textId="77777777" w:rsidR="00E4687D" w:rsidRDefault="00E4687D" w:rsidP="009C3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8446226"/>
      <w:docPartObj>
        <w:docPartGallery w:val="Page Numbers (Bottom of Page)"/>
        <w:docPartUnique/>
      </w:docPartObj>
    </w:sdtPr>
    <w:sdtEndPr/>
    <w:sdtContent>
      <w:p w14:paraId="372BCCB7" w14:textId="77777777" w:rsidR="00952430" w:rsidRDefault="0095243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D306A5">
          <w:fldChar w:fldCharType="begin"/>
        </w:r>
        <w:r w:rsidR="00D306A5">
          <w:instrText xml:space="preserve"> NUMPAGES   \* MERGEFORMAT </w:instrText>
        </w:r>
        <w:r w:rsidR="00D306A5">
          <w:fldChar w:fldCharType="separate"/>
        </w:r>
        <w:r>
          <w:rPr>
            <w:noProof/>
          </w:rPr>
          <w:t>1</w:t>
        </w:r>
        <w:r w:rsidR="00D306A5">
          <w:rPr>
            <w:noProof/>
          </w:rPr>
          <w:fldChar w:fldCharType="end"/>
        </w:r>
      </w:p>
    </w:sdtContent>
  </w:sdt>
  <w:p w14:paraId="26594C84" w14:textId="77777777" w:rsidR="00952430" w:rsidRDefault="009524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1E831" w14:textId="77777777" w:rsidR="00E4687D" w:rsidRDefault="00E4687D" w:rsidP="009C36E7">
      <w:pPr>
        <w:spacing w:after="0" w:line="240" w:lineRule="auto"/>
      </w:pPr>
      <w:r>
        <w:separator/>
      </w:r>
    </w:p>
  </w:footnote>
  <w:footnote w:type="continuationSeparator" w:id="0">
    <w:p w14:paraId="523D5725" w14:textId="77777777" w:rsidR="00E4687D" w:rsidRDefault="00E4687D" w:rsidP="009C3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48DF" w14:textId="158929E1" w:rsidR="009C36E7" w:rsidRPr="00563BEC" w:rsidRDefault="00D306A5" w:rsidP="009C36E7">
    <w:pPr>
      <w:pStyle w:val="Nagwek"/>
      <w:jc w:val="right"/>
      <w:rPr>
        <w:color w:val="808080" w:themeColor="background1" w:themeShade="80"/>
        <w:sz w:val="18"/>
        <w:szCs w:val="20"/>
      </w:rPr>
    </w:pPr>
    <w:sdt>
      <w:sdtPr>
        <w:rPr>
          <w:color w:val="808080" w:themeColor="background1" w:themeShade="80"/>
          <w:sz w:val="18"/>
          <w:szCs w:val="20"/>
        </w:rPr>
        <w:alias w:val="Tytuł"/>
        <w:tag w:val=""/>
        <w:id w:val="442423172"/>
        <w:placeholder>
          <w:docPart w:val="C2321CD095CC4A25A7E05E109FF1DBB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62D91">
          <w:rPr>
            <w:color w:val="808080" w:themeColor="background1" w:themeShade="80"/>
            <w:sz w:val="18"/>
            <w:szCs w:val="20"/>
          </w:rPr>
          <w:t>21</w:t>
        </w:r>
        <w:r w:rsidR="00AE1963">
          <w:rPr>
            <w:color w:val="808080" w:themeColor="background1" w:themeShade="80"/>
            <w:sz w:val="18"/>
            <w:szCs w:val="20"/>
          </w:rPr>
          <w:t>-DPZBP-2021</w:t>
        </w:r>
      </w:sdtContent>
    </w:sdt>
    <w:r w:rsidR="009C36E7" w:rsidRPr="00563BEC">
      <w:rPr>
        <w:color w:val="808080" w:themeColor="background1" w:themeShade="80"/>
        <w:sz w:val="18"/>
        <w:szCs w:val="20"/>
      </w:rPr>
      <w:t xml:space="preserve">_SIWZ_Załącznik nr </w:t>
    </w:r>
    <w:r w:rsidR="00EB734A">
      <w:rPr>
        <w:color w:val="808080" w:themeColor="background1" w:themeShade="80"/>
        <w:sz w:val="18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84167"/>
    <w:multiLevelType w:val="hybridMultilevel"/>
    <w:tmpl w:val="5DFE5D42"/>
    <w:lvl w:ilvl="0" w:tplc="26923D26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23824"/>
    <w:multiLevelType w:val="hybridMultilevel"/>
    <w:tmpl w:val="D20EF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32E03"/>
    <w:multiLevelType w:val="hybridMultilevel"/>
    <w:tmpl w:val="CC4C360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04F46"/>
    <w:multiLevelType w:val="hybridMultilevel"/>
    <w:tmpl w:val="8BDE6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6E7"/>
    <w:rsid w:val="000269A9"/>
    <w:rsid w:val="0007626D"/>
    <w:rsid w:val="001F572A"/>
    <w:rsid w:val="001F582D"/>
    <w:rsid w:val="00246F60"/>
    <w:rsid w:val="00297999"/>
    <w:rsid w:val="003216DB"/>
    <w:rsid w:val="00336DE6"/>
    <w:rsid w:val="00442931"/>
    <w:rsid w:val="00472E74"/>
    <w:rsid w:val="0052492D"/>
    <w:rsid w:val="00557DE7"/>
    <w:rsid w:val="00563BEC"/>
    <w:rsid w:val="005E26B0"/>
    <w:rsid w:val="00622DC0"/>
    <w:rsid w:val="00656F3A"/>
    <w:rsid w:val="00775031"/>
    <w:rsid w:val="007F58CD"/>
    <w:rsid w:val="008F383F"/>
    <w:rsid w:val="00952430"/>
    <w:rsid w:val="00970DD0"/>
    <w:rsid w:val="009C36E7"/>
    <w:rsid w:val="00A374B6"/>
    <w:rsid w:val="00AE1963"/>
    <w:rsid w:val="00AE5531"/>
    <w:rsid w:val="00B76F68"/>
    <w:rsid w:val="00BB058C"/>
    <w:rsid w:val="00BD2254"/>
    <w:rsid w:val="00C351AD"/>
    <w:rsid w:val="00CD3748"/>
    <w:rsid w:val="00D306A5"/>
    <w:rsid w:val="00D35A3D"/>
    <w:rsid w:val="00DF50D0"/>
    <w:rsid w:val="00E314A1"/>
    <w:rsid w:val="00E4687D"/>
    <w:rsid w:val="00E6104E"/>
    <w:rsid w:val="00EB734A"/>
    <w:rsid w:val="00EE0777"/>
    <w:rsid w:val="00F408B3"/>
    <w:rsid w:val="00F62D91"/>
    <w:rsid w:val="00F82876"/>
    <w:rsid w:val="00F912C6"/>
    <w:rsid w:val="00F97FDA"/>
    <w:rsid w:val="00FB6B60"/>
    <w:rsid w:val="00FE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47C145"/>
  <w15:chartTrackingRefBased/>
  <w15:docId w15:val="{809BFEBD-4BBF-4B80-BA78-A677EDA15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3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6E7"/>
  </w:style>
  <w:style w:type="paragraph" w:styleId="Stopka">
    <w:name w:val="footer"/>
    <w:basedOn w:val="Normalny"/>
    <w:link w:val="StopkaZnak"/>
    <w:uiPriority w:val="99"/>
    <w:unhideWhenUsed/>
    <w:rsid w:val="009C3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6E7"/>
  </w:style>
  <w:style w:type="paragraph" w:styleId="Akapitzlist">
    <w:name w:val="List Paragraph"/>
    <w:basedOn w:val="Normalny"/>
    <w:link w:val="AkapitzlistZnak"/>
    <w:uiPriority w:val="34"/>
    <w:qFormat/>
    <w:rsid w:val="009C36E7"/>
    <w:pPr>
      <w:ind w:left="720"/>
      <w:contextualSpacing/>
    </w:pPr>
  </w:style>
  <w:style w:type="table" w:styleId="Tabela-Siatka">
    <w:name w:val="Table Grid"/>
    <w:basedOn w:val="Standardowy"/>
    <w:uiPriority w:val="59"/>
    <w:rsid w:val="00E314A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E314A1"/>
  </w:style>
  <w:style w:type="character" w:styleId="Tekstzastpczy">
    <w:name w:val="Placeholder Text"/>
    <w:basedOn w:val="Domylnaczcionkaakapitu"/>
    <w:uiPriority w:val="99"/>
    <w:semiHidden/>
    <w:rsid w:val="003216D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49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9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9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9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92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92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F383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38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3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2321CD095CC4A25A7E05E109FF1DB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CCFB9C-FAE0-4B3A-A715-CB70B4E17F43}"/>
      </w:docPartPr>
      <w:docPartBody>
        <w:p w:rsidR="008D41CE" w:rsidRDefault="00C033B3">
          <w:r w:rsidRPr="000F1714">
            <w:rPr>
              <w:rStyle w:val="Tekstzastpczy"/>
            </w:rPr>
            <w:t>[Tytuł]</w:t>
          </w:r>
        </w:p>
      </w:docPartBody>
    </w:docPart>
    <w:docPart>
      <w:docPartPr>
        <w:name w:val="8795E477A3CE45CA9CEF39BB7C40E2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EE097E-DF3E-4BE9-8C36-8856AD08CF1B}"/>
      </w:docPartPr>
      <w:docPartBody>
        <w:p w:rsidR="008D41CE" w:rsidRDefault="00C033B3">
          <w:r w:rsidRPr="000F1714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3B3"/>
    <w:rsid w:val="008D41CE"/>
    <w:rsid w:val="00C0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33B3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3B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18-ZP-2020</vt:lpstr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21-DPZBP-2021</dc:title>
  <dc:subject/>
  <dc:creator>Katarzyna Kubiszyn</dc:creator>
  <cp:keywords/>
  <dc:description/>
  <cp:lastModifiedBy>Katarzyna Kubiszyn</cp:lastModifiedBy>
  <cp:revision>2</cp:revision>
  <cp:lastPrinted>2020-03-24T14:34:00Z</cp:lastPrinted>
  <dcterms:created xsi:type="dcterms:W3CDTF">2021-05-06T08:40:00Z</dcterms:created>
  <dcterms:modified xsi:type="dcterms:W3CDTF">2021-05-06T08:40:00Z</dcterms:modified>
</cp:coreProperties>
</file>